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4C3DE9" w:rsidP="004C3DE9">
      <w:pPr>
        <w:spacing w:line="360" w:lineRule="auto"/>
        <w:ind w:hanging="11"/>
        <w:jc w:val="center"/>
        <w:rPr>
          <w:lang w:val="bg-BG"/>
        </w:rPr>
      </w:pPr>
      <w:r w:rsidRPr="005F1179">
        <w:rPr>
          <w:b/>
          <w:bCs/>
          <w:lang w:val="bg-BG"/>
        </w:rPr>
        <w:t>“</w:t>
      </w:r>
      <w:r w:rsidRPr="00190864">
        <w:rPr>
          <w:b/>
          <w:bCs/>
          <w:lang w:val="bg-BG"/>
        </w:rPr>
        <w:t>Охрана на обекти, собственост на "АЕЦ Козлодуй" ЕАД, извън защитената зона</w:t>
      </w:r>
      <w:r w:rsidRPr="005F1179">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Видове работи от предмета на поръчката:………………………………………………………..</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4C3DE9"/>
    <w:rsid w:val="00032ECB"/>
    <w:rsid w:val="000A3301"/>
    <w:rsid w:val="00121EB6"/>
    <w:rsid w:val="001A2355"/>
    <w:rsid w:val="00264584"/>
    <w:rsid w:val="00275C9B"/>
    <w:rsid w:val="00361B49"/>
    <w:rsid w:val="004C3DE9"/>
    <w:rsid w:val="004C582A"/>
    <w:rsid w:val="006303E6"/>
    <w:rsid w:val="00707808"/>
    <w:rsid w:val="007770FB"/>
    <w:rsid w:val="0080484B"/>
    <w:rsid w:val="00830605"/>
    <w:rsid w:val="00893BBC"/>
    <w:rsid w:val="008D2645"/>
    <w:rsid w:val="009154B9"/>
    <w:rsid w:val="00996DBD"/>
    <w:rsid w:val="009D0790"/>
    <w:rsid w:val="00AE44B7"/>
    <w:rsid w:val="00BD7872"/>
    <w:rsid w:val="00C552F9"/>
    <w:rsid w:val="00C702CD"/>
    <w:rsid w:val="00C81EAD"/>
    <w:rsid w:val="00C85AB5"/>
    <w:rsid w:val="00D24C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 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 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 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86;&#1082;&#1091;&#1084;&#1077;&#1085;&#1090;&#1072;&#1094;&#1080;&#1080;%202016\&#1057;&#1098;&#1073;&#1080;&#1088;&#1072;&#1085;&#1077;%20&#1085;&#1072;%20&#1086;&#1092;&#1077;&#1088;&#1090;&#1080;%20&#1089;%20&#1086;&#1073;&#1103;&#1074;&#1072;\&#1054;&#1093;&#1088;&#1072;&#1085;&#1072;%20&#1080;&#1079;&#1074;&#1098;&#1085;%20&#1047;&#104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1</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1</cp:revision>
  <cp:lastPrinted>2016-08-22T12:07:00Z</cp:lastPrinted>
  <dcterms:created xsi:type="dcterms:W3CDTF">2016-08-22T12:06:00Z</dcterms:created>
  <dcterms:modified xsi:type="dcterms:W3CDTF">2016-08-22T12:07:00Z</dcterms:modified>
</cp:coreProperties>
</file>